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 w:rsidR="00572613" w:rsidRPr="00572613"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C99860AE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2FFD"/>
    <w:multiLevelType w:val="multilevel"/>
    <w:tmpl w:val="856AC72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proofState w:grammar="clean" w:spelling="clean"/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28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1" w:defLockedState="0" w:defQFormat="0" w:defSemiHidden="0" w:defUIPriority="0" w:defUnhideWhenUsed="0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link w:val="BlockTextChar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customStyle="1" w:styleId="Emphatic" w:type="character">
    <w:name w:val="Emphatic"/>
    <w:basedOn w:val="DefaultParagraphFont"/>
    <w:uiPriority w:val="1"/>
    <w:qFormat/>
    <w:rsid w:val="00572613"/>
    <w:rPr>
      <w:i/>
    </w:rPr>
  </w:style>
  <w:style w:customStyle="1" w:styleId="Strengthened" w:type="character">
    <w:name w:val="Strengthened"/>
    <w:basedOn w:val="DefaultParagraphFont"/>
    <w:uiPriority w:val="1"/>
    <w:qFormat/>
    <w:rsid w:val="00572613"/>
    <w:rPr>
      <w:b/>
    </w:rPr>
  </w:style>
  <w:style w:customStyle="1" w:styleId="MyBlockStyle" w:type="paragraph">
    <w:name w:val="My Block Style"/>
    <w:basedOn w:val="BlockText"/>
    <w:link w:val="MyBlockStyleChar"/>
    <w:qFormat/>
    <w:rsid w:val="00572613"/>
  </w:style>
  <w:style w:customStyle="1" w:styleId="BodyTextChar" w:type="character">
    <w:name w:val="Body Text Char"/>
    <w:basedOn w:val="DefaultParagraphFont"/>
    <w:link w:val="BodyText"/>
    <w:rsid w:val="00572613"/>
  </w:style>
  <w:style w:customStyle="1" w:styleId="BlockTextChar" w:type="character">
    <w:name w:val="Block Text Char"/>
    <w:basedOn w:val="BodyTextChar"/>
    <w:link w:val="BlockText"/>
    <w:uiPriority w:val="9"/>
    <w:rsid w:val="00572613"/>
    <w:rPr>
      <w:rFonts w:asciiTheme="majorHAnsi" w:cstheme="majorBidi" w:eastAsiaTheme="majorEastAsia" w:hAnsiTheme="majorHAnsi"/>
      <w:bCs/>
      <w:sz w:val="20"/>
      <w:szCs w:val="20"/>
    </w:rPr>
  </w:style>
  <w:style w:customStyle="1" w:styleId="MyBlockStyleChar" w:type="character">
    <w:name w:val="My Block Style Char"/>
    <w:basedOn w:val="BlockTextChar"/>
    <w:link w:val="MyBlockStyle"/>
    <w:rsid w:val="00572613"/>
    <w:rPr>
      <w:rFonts w:asciiTheme="majorHAnsi" w:cstheme="majorBidi" w:eastAsiaTheme="majorEastAsia" w:hAnsiTheme="maj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